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4FB32274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7A585DEB" w14:textId="77777777" w:rsidR="0054563C" w:rsidRDefault="00B7608B" w:rsidP="00356C40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2C1220">
              <w:t>Transpordiamet</w:t>
            </w:r>
          </w:p>
          <w:p w14:paraId="47B7B1E0" w14:textId="098A5749" w:rsidR="00E85637" w:rsidRDefault="0054563C" w:rsidP="00356C40">
            <w:pPr>
              <w:framePr w:w="9582" w:h="2155" w:wrap="notBeside" w:vAnchor="page" w:hAnchor="page" w:x="1702" w:y="3063"/>
            </w:pPr>
            <w:r>
              <w:t>info@transpordiamet.ee</w:t>
            </w:r>
            <w:r w:rsidR="00B7608B">
              <w:fldChar w:fldCharType="end"/>
            </w:r>
            <w:bookmarkEnd w:id="0"/>
          </w:p>
        </w:tc>
        <w:tc>
          <w:tcPr>
            <w:tcW w:w="510" w:type="dxa"/>
            <w:noWrap/>
          </w:tcPr>
          <w:p w14:paraId="6D2FA99A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588A60DF" w14:textId="77777777"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Text1"/>
                  <w:enabled/>
                  <w:calcOnExit w:val="0"/>
                  <w:helpText w:type="text" w:val="Sisestage siia saabunud kirja kuupäev.&#10;&#10;Näiteks: 01.05.2014 &#10;&#10;Seejärel liikuge Tab klahviga järgmisele väljale."/>
                  <w:statusText w:type="text" w:val="Sisestage siia saabunud kirja kuupäev (vt F1)"/>
                  <w:textInput>
                    <w:maxLength w:val="40"/>
                  </w:textInput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  <w:r w:rsidR="00356C40">
              <w:t xml:space="preserve"> nr </w:t>
            </w:r>
            <w:r>
              <w:fldChar w:fldCharType="begin">
                <w:ffData>
                  <w:name w:val="Text50"/>
                  <w:enabled/>
                  <w:calcOnExit w:val="0"/>
                  <w:helpText w:type="text" w:val="Sisestage siia saabunud kirja viit.&#10;&#10;Näiteks: 2-1/312&#10;&#10;Seejärel liikuge Tab klahviga järgmisele väljale."/>
                  <w:statusText w:type="text" w:val="Sisestage siia saabunud kirja viit (vt F1)"/>
                  <w:textInput/>
                </w:ffData>
              </w:fldChar>
            </w:r>
            <w:bookmarkStart w:id="2" w:name="Text5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E85637" w14:paraId="698E2EDD" w14:textId="77777777">
        <w:trPr>
          <w:cantSplit/>
          <w:trHeight w:val="743"/>
        </w:trPr>
        <w:tc>
          <w:tcPr>
            <w:tcW w:w="5216" w:type="dxa"/>
            <w:vMerge/>
          </w:tcPr>
          <w:p w14:paraId="263D9502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238A318A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079B3D60" w14:textId="188F7147"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75645">
              <w:t>22</w:t>
            </w:r>
            <w:r w:rsidR="0054563C">
              <w:rPr>
                <w:noProof/>
              </w:rPr>
              <w:t>.</w:t>
            </w:r>
            <w:r w:rsidR="00943E82">
              <w:rPr>
                <w:noProof/>
              </w:rPr>
              <w:t>0</w:t>
            </w:r>
            <w:r w:rsidR="0054563C">
              <w:rPr>
                <w:noProof/>
              </w:rPr>
              <w:t>6.2024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3" w:name="Text51"/>
            <w:r>
              <w:instrText xml:space="preserve"> FORMTEXT </w:instrText>
            </w:r>
            <w:r>
              <w:fldChar w:fldCharType="separate"/>
            </w:r>
            <w:r w:rsidR="0054563C">
              <w:rPr>
                <w:noProof/>
              </w:rPr>
              <w:t>3-6</w:t>
            </w:r>
            <w:r w:rsidR="00840427">
              <w:rPr>
                <w:noProof/>
              </w:rPr>
              <w:t>.1/</w:t>
            </w:r>
            <w:r w:rsidR="004C26F2">
              <w:rPr>
                <w:noProof/>
              </w:rPr>
              <w:t>4040</w:t>
            </w:r>
            <w:r>
              <w:fldChar w:fldCharType="end"/>
            </w:r>
            <w:bookmarkEnd w:id="3"/>
          </w:p>
        </w:tc>
      </w:tr>
      <w:tr w:rsidR="00E85637" w14:paraId="5EFA27FE" w14:textId="77777777">
        <w:trPr>
          <w:cantSplit/>
          <w:trHeight w:hRule="exact" w:val="23"/>
        </w:trPr>
        <w:tc>
          <w:tcPr>
            <w:tcW w:w="5216" w:type="dxa"/>
          </w:tcPr>
          <w:p w14:paraId="0EA8CDD2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7CECBC97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210BDBC0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3DDD33E9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6A1D360D" w14:textId="77777777" w:rsidR="00E85637" w:rsidRDefault="00E85637">
      <w:pPr>
        <w:rPr>
          <w:spacing w:val="0"/>
          <w:position w:val="0"/>
          <w:sz w:val="20"/>
        </w:rPr>
      </w:pPr>
    </w:p>
    <w:p w14:paraId="7DAF8AB4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21F3C6F6" wp14:editId="202487D6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91081" w14:textId="008DDC1D" w:rsidR="00E85637" w:rsidRDefault="00B7608B">
      <w:pPr>
        <w:pStyle w:val="Pealkiri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Järelepäri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bookmarkStart w:id="4" w:name="Text7"/>
      <w:r>
        <w:instrText xml:space="preserve"> FORMTEXT </w:instrText>
      </w:r>
      <w:r>
        <w:fldChar w:fldCharType="separate"/>
      </w:r>
      <w:r w:rsidR="0054563C">
        <w:rPr>
          <w:noProof/>
        </w:rPr>
        <w:t>Taotlus</w:t>
      </w:r>
      <w:r w:rsidR="00840427">
        <w:rPr>
          <w:noProof/>
        </w:rPr>
        <w:t xml:space="preserve"> ajutise mahasõidu rajamiseks.</w:t>
      </w:r>
      <w:r>
        <w:fldChar w:fldCharType="end"/>
      </w:r>
      <w:bookmarkEnd w:id="4"/>
    </w:p>
    <w:p w14:paraId="23AAFB1C" w14:textId="77777777" w:rsidR="00E85637" w:rsidRDefault="00E85637"/>
    <w:p w14:paraId="71701744" w14:textId="77777777" w:rsidR="00E85637" w:rsidRDefault="00E85637">
      <w:pPr>
        <w:rPr>
          <w:sz w:val="26"/>
        </w:rPr>
      </w:pPr>
    </w:p>
    <w:p w14:paraId="74399173" w14:textId="0917C10C" w:rsidR="007B7275" w:rsidRDefault="007B7275" w:rsidP="007B7275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irjutage siia pöördumise esimene sõna.&#10;&#10;Näiteks:   Austatud&#10;&#10;Seejärel liikuge Tab klahviga järgmisele väljale."/>
            <w:statusText w:type="text" w:val="Kirjutage siia pöördumise esimene sõna (vt F1)."/>
            <w:textInput>
              <w:default w:val="Austatud"/>
              <w:maxLength w:val="17"/>
              <w:format w:val="Algsuurtäht"/>
            </w:textInput>
          </w:ffData>
        </w:fldChar>
      </w:r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 w:rsidR="0054563C">
        <w:rPr>
          <w:spacing w:val="0"/>
          <w:position w:val="0"/>
        </w:rPr>
        <w:t> </w:t>
      </w:r>
      <w:r w:rsidR="0054563C">
        <w:rPr>
          <w:spacing w:val="0"/>
          <w:position w:val="0"/>
        </w:rPr>
        <w:t> </w:t>
      </w:r>
      <w:r w:rsidR="0054563C">
        <w:rPr>
          <w:spacing w:val="0"/>
          <w:position w:val="0"/>
        </w:rPr>
        <w:t> </w:t>
      </w:r>
      <w:r w:rsidR="0054563C">
        <w:rPr>
          <w:spacing w:val="0"/>
          <w:position w:val="0"/>
        </w:rPr>
        <w:t> </w:t>
      </w:r>
      <w:r w:rsidR="0054563C">
        <w:rPr>
          <w:spacing w:val="0"/>
          <w:position w:val="0"/>
        </w:rPr>
        <w:t> </w:t>
      </w:r>
      <w:r>
        <w:rPr>
          <w:spacing w:val="0"/>
          <w:position w:val="0"/>
        </w:rPr>
        <w:fldChar w:fldCharType="end"/>
      </w: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ui on vaja vormistada blanketile perekonnanime ette tiitel, siis valige sellest valikust: &#10;&#10;Näiteks:    proua&#10;&#10;Seejärel liikuge Tab klahviga järgmisele väljale."/>
            <w:statusText w:type="text" w:val="Valige rippmenüüst sobiv tiitel (vt F1)."/>
            <w:ddList>
              <w:result w:val="3"/>
              <w:listEntry w:val=" härra "/>
              <w:listEntry w:val=" proua "/>
              <w:listEntry w:val=" preili "/>
              <w:listEntry w:val=" 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4C26F2">
        <w:rPr>
          <w:spacing w:val="0"/>
          <w:position w:val="0"/>
        </w:rPr>
      </w:r>
      <w:r w:rsidR="004C26F2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r>
        <w:rPr>
          <w:spacing w:val="0"/>
          <w:position w:val="0"/>
        </w:rPr>
        <w:fldChar w:fldCharType="begin">
          <w:ffData>
            <w:name w:val="Text35"/>
            <w:enabled/>
            <w:calcOnExit w:val="0"/>
            <w:helpText w:type="text" w:val="Kirja saaja perekonnanimi. &#10;&#10;Näiteks:    Mägi&#10;&#10;Seejärel liikuge Tab klahviga järgmisele väljale."/>
            <w:statusText w:type="text" w:val="Kirjutage siia välja kirja saaja perekonnanimi  (vt F1)"/>
            <w:textInput>
              <w:maxLength w:val="60"/>
            </w:textInput>
          </w:ffData>
        </w:fldChar>
      </w:r>
      <w:bookmarkStart w:id="5" w:name="Text35"/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 w:rsidR="0054563C">
        <w:rPr>
          <w:spacing w:val="0"/>
          <w:position w:val="0"/>
        </w:rPr>
        <w:t> </w:t>
      </w:r>
      <w:r w:rsidR="0054563C">
        <w:rPr>
          <w:spacing w:val="0"/>
          <w:position w:val="0"/>
        </w:rPr>
        <w:t> </w:t>
      </w:r>
      <w:r w:rsidR="0054563C">
        <w:rPr>
          <w:spacing w:val="0"/>
          <w:position w:val="0"/>
        </w:rPr>
        <w:t> </w:t>
      </w:r>
      <w:r w:rsidR="0054563C">
        <w:rPr>
          <w:spacing w:val="0"/>
          <w:position w:val="0"/>
        </w:rPr>
        <w:t> </w:t>
      </w:r>
      <w:r w:rsidR="0054563C">
        <w:rPr>
          <w:spacing w:val="0"/>
          <w:position w:val="0"/>
        </w:rPr>
        <w:t> </w:t>
      </w:r>
      <w:r>
        <w:rPr>
          <w:spacing w:val="0"/>
          <w:position w:val="0"/>
        </w:rPr>
        <w:fldChar w:fldCharType="end"/>
      </w:r>
      <w:bookmarkEnd w:id="5"/>
    </w:p>
    <w:p w14:paraId="5F8DCB75" w14:textId="77777777" w:rsidR="00E85637" w:rsidRDefault="00E85637"/>
    <w:p w14:paraId="5DC329E2" w14:textId="77777777" w:rsidR="00E85637" w:rsidRDefault="00E85637">
      <w:pPr>
        <w:rPr>
          <w:sz w:val="18"/>
        </w:rPr>
      </w:pPr>
    </w:p>
    <w:p w14:paraId="232AAFE6" w14:textId="77777777" w:rsidR="00E85637" w:rsidRDefault="00E85637">
      <w:pPr>
        <w:sectPr w:rsidR="00E85637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37837098" w14:textId="67DC0D8A" w:rsidR="00675645" w:rsidRDefault="0054563C">
      <w:r>
        <w:t>Riigimetsa Majandamise Keskus</w:t>
      </w:r>
      <w:r w:rsidR="0099407C">
        <w:t>e looduskaitseosakond</w:t>
      </w:r>
      <w:r>
        <w:t xml:space="preserve"> alustab </w:t>
      </w:r>
      <w:r w:rsidR="009041A8">
        <w:t>Jalase LKA soode</w:t>
      </w:r>
      <w:r>
        <w:t xml:space="preserve"> veerežiimi taastamist </w:t>
      </w:r>
      <w:r w:rsidR="009041A8">
        <w:t>Kõrvetaguse külas Raplamaal</w:t>
      </w:r>
      <w:r>
        <w:t xml:space="preserve">. Tööde aluseks on </w:t>
      </w:r>
      <w:r w:rsidR="009041A8">
        <w:t>IB STEIGER OÜ</w:t>
      </w:r>
      <w:r>
        <w:t xml:space="preserve"> poolt projekteeritud „</w:t>
      </w:r>
      <w:r w:rsidR="009041A8">
        <w:t xml:space="preserve">Jalase LKA soode </w:t>
      </w:r>
      <w:r>
        <w:t>veerežiimi</w:t>
      </w:r>
      <w:r w:rsidR="00323D8B">
        <w:t xml:space="preserve"> taastamistööde </w:t>
      </w:r>
      <w:r w:rsidR="009041A8">
        <w:t>ehitus</w:t>
      </w:r>
      <w:r w:rsidR="00323D8B">
        <w:t>projekt“ Töö nr. 2</w:t>
      </w:r>
      <w:r w:rsidR="009041A8">
        <w:t>1/3483</w:t>
      </w:r>
      <w:r w:rsidR="00323D8B">
        <w:t>. Tööde teostamiseks on vajalik</w:t>
      </w:r>
      <w:r w:rsidR="009041A8">
        <w:t xml:space="preserve"> suletavatel kraavidel teha trassiraieid</w:t>
      </w:r>
      <w:r w:rsidR="00323D8B">
        <w:t xml:space="preserve"> ning seejärel kuivenduskraavid </w:t>
      </w:r>
      <w:r w:rsidR="009041A8">
        <w:t>pinnaspaisudega</w:t>
      </w:r>
      <w:r w:rsidR="00323D8B">
        <w:t xml:space="preserve"> sulgeda.</w:t>
      </w:r>
      <w:r w:rsidR="00675645">
        <w:t xml:space="preserve"> Tööalalt ei ole planeeritud raiutud puidu väljavedu.</w:t>
      </w:r>
    </w:p>
    <w:p w14:paraId="78352239" w14:textId="40275702" w:rsidR="002578BE" w:rsidRDefault="00675645" w:rsidP="00AE04E2">
      <w:r>
        <w:t xml:space="preserve">Tehnika tööalale viimiseks ja </w:t>
      </w:r>
      <w:r w:rsidR="002578BE">
        <w:t>-</w:t>
      </w:r>
      <w:r>
        <w:t>teenindamiseks palume luba a</w:t>
      </w:r>
      <w:r w:rsidR="00323D8B">
        <w:t>jutise mahasõi</w:t>
      </w:r>
      <w:r>
        <w:t xml:space="preserve">du rajamiseks </w:t>
      </w:r>
      <w:r w:rsidR="00323D8B">
        <w:t xml:space="preserve"> </w:t>
      </w:r>
      <w:r w:rsidR="00AE04E2">
        <w:t xml:space="preserve">Koikse – Jalase </w:t>
      </w:r>
      <w:r w:rsidR="002578BE">
        <w:t xml:space="preserve">- </w:t>
      </w:r>
      <w:r w:rsidR="00AE04E2">
        <w:t>Riidaku</w:t>
      </w:r>
      <w:r w:rsidR="00323D8B">
        <w:t xml:space="preserve"> tee nr.</w:t>
      </w:r>
      <w:r>
        <w:t xml:space="preserve"> 20242</w:t>
      </w:r>
      <w:r w:rsidR="00323D8B">
        <w:t xml:space="preserve">  </w:t>
      </w:r>
      <w:r>
        <w:t>6,17 … 6,18</w:t>
      </w:r>
      <w:r w:rsidR="00323D8B">
        <w:t xml:space="preserve"> km</w:t>
      </w:r>
      <w:r>
        <w:t xml:space="preserve"> (väljapoole veekaitsevööndit)</w:t>
      </w:r>
      <w:r w:rsidR="00323D8B">
        <w:t xml:space="preserve">. </w:t>
      </w:r>
      <w:r w:rsidR="00A9445B">
        <w:t xml:space="preserve"> </w:t>
      </w:r>
      <w:r w:rsidR="002578BE">
        <w:tab/>
      </w:r>
    </w:p>
    <w:p w14:paraId="2344908A" w14:textId="3C73BE13" w:rsidR="0099407C" w:rsidRDefault="00323D8B" w:rsidP="00AE04E2">
      <w:r>
        <w:t xml:space="preserve">Tehnikaga ligipääsemiseks katastriüksusele </w:t>
      </w:r>
      <w:r w:rsidR="00AE04E2">
        <w:t>65401:001:0204</w:t>
      </w:r>
      <w:r>
        <w:t xml:space="preserve">. </w:t>
      </w:r>
      <w:r w:rsidR="002578BE">
        <w:t>vajame ajutist mahasõitu t</w:t>
      </w:r>
      <w:r>
        <w:t>ähtajaga kuni 30.11.2025;</w:t>
      </w:r>
    </w:p>
    <w:p w14:paraId="1DB12B07" w14:textId="41A707DC" w:rsidR="0099407C" w:rsidRDefault="0099407C" w:rsidP="0099407C">
      <w:r>
        <w:t>Esialgselt planeeritav tööde teostamise aeg on august 2024 kuni november 2025.</w:t>
      </w:r>
      <w:r>
        <w:tab/>
      </w:r>
      <w:r>
        <w:tab/>
        <w:t xml:space="preserve"> Vastavalt kaitseala kaitse-eeskirjale ei tehta taastamistöid ajavahemikul 1. veebruar kuni </w:t>
      </w:r>
      <w:r>
        <w:tab/>
        <w:t xml:space="preserve">       3</w:t>
      </w:r>
      <w:r w:rsidR="002578BE">
        <w:t>0</w:t>
      </w:r>
      <w:r>
        <w:t>.</w:t>
      </w:r>
      <w:r w:rsidR="002578BE">
        <w:t>juuni</w:t>
      </w:r>
      <w:r>
        <w:t>.</w:t>
      </w:r>
    </w:p>
    <w:p w14:paraId="2D433F06" w14:textId="77777777" w:rsidR="0099407C" w:rsidRDefault="0099407C" w:rsidP="0099407C"/>
    <w:p w14:paraId="2C6AC1E4" w14:textId="17C62815" w:rsidR="00323D8B" w:rsidRPr="0099407C" w:rsidRDefault="0099407C" w:rsidP="0099407C">
      <w:pPr>
        <w:rPr>
          <w:color w:val="0070C0"/>
        </w:rPr>
      </w:pPr>
      <w:r>
        <w:t xml:space="preserve">Vastus palun saata e-posti aadressile </w:t>
      </w:r>
      <w:r w:rsidRPr="0099407C">
        <w:rPr>
          <w:color w:val="0070C0"/>
        </w:rPr>
        <w:t>harti.paimets@rmk.ee</w:t>
      </w:r>
      <w:r w:rsidR="00323D8B" w:rsidRPr="0099407C">
        <w:rPr>
          <w:color w:val="0070C0"/>
        </w:rPr>
        <w:t xml:space="preserve"> </w:t>
      </w:r>
    </w:p>
    <w:p w14:paraId="308D596F" w14:textId="77777777" w:rsidR="001D139F" w:rsidRDefault="001D139F">
      <w:pPr>
        <w:sectPr w:rsidR="001D139F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39ACD79C" w14:textId="77777777" w:rsidR="00E85637" w:rsidRDefault="00E85637"/>
    <w:p w14:paraId="36D83ECF" w14:textId="77777777" w:rsidR="00E85637" w:rsidRDefault="00E85637"/>
    <w:p w14:paraId="20EE5B73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733712DB" w14:textId="77777777" w:rsidR="00E85637" w:rsidRDefault="00E85637"/>
    <w:p w14:paraId="22DB51B9" w14:textId="77777777" w:rsidR="00E85637" w:rsidRDefault="00E85637"/>
    <w:p w14:paraId="52DAEAEA" w14:textId="1AC3DC5A" w:rsidR="00E85637" w:rsidRDefault="00B7608B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6" w:name="Dropdown9"/>
      <w:r>
        <w:rPr>
          <w:spacing w:val="0"/>
          <w:position w:val="0"/>
        </w:rPr>
        <w:instrText xml:space="preserve"> FORMDROPDOWN </w:instrText>
      </w:r>
      <w:r w:rsidR="004C26F2">
        <w:rPr>
          <w:spacing w:val="0"/>
          <w:position w:val="0"/>
        </w:rPr>
      </w:r>
      <w:r w:rsidR="004C26F2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6"/>
    </w:p>
    <w:p w14:paraId="33730281" w14:textId="77777777" w:rsidR="00E85637" w:rsidRDefault="00E85637"/>
    <w:p w14:paraId="5E33CD21" w14:textId="77777777" w:rsidR="00E85637" w:rsidRDefault="00E85637">
      <w:pPr>
        <w:rPr>
          <w:sz w:val="14"/>
        </w:rPr>
      </w:pPr>
    </w:p>
    <w:p w14:paraId="045142A9" w14:textId="77777777" w:rsidR="00E85637" w:rsidRDefault="00E85637">
      <w:pPr>
        <w:rPr>
          <w:sz w:val="2"/>
        </w:rPr>
      </w:pPr>
    </w:p>
    <w:p w14:paraId="3C76EE70" w14:textId="4FFFC752" w:rsidR="00E85637" w:rsidRDefault="00B7608B">
      <w:r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bookmarkStart w:id="7" w:name="Text30"/>
      <w:r>
        <w:instrText xml:space="preserve"> FORMTEXT </w:instrText>
      </w:r>
      <w:r>
        <w:fldChar w:fldCharType="separate"/>
      </w:r>
      <w:r w:rsidR="0099407C">
        <w:rPr>
          <w:noProof/>
        </w:rPr>
        <w:t>Harti Paimets</w:t>
      </w:r>
      <w:r>
        <w:fldChar w:fldCharType="end"/>
      </w:r>
      <w:bookmarkEnd w:id="7"/>
    </w:p>
    <w:p w14:paraId="39A61C80" w14:textId="280C94A4" w:rsidR="00E85637" w:rsidRDefault="00B7608B">
      <w:r>
        <w:fldChar w:fldCharType="begin">
          <w:ffData>
            <w:name w:val="Text32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bookmarkStart w:id="8" w:name="Text32"/>
      <w:r>
        <w:instrText xml:space="preserve"> FORMTEXT </w:instrText>
      </w:r>
      <w:r>
        <w:fldChar w:fldCharType="separate"/>
      </w:r>
      <w:r w:rsidR="0099407C">
        <w:rPr>
          <w:noProof/>
        </w:rPr>
        <w:t>Looduskaitse tööjuht</w:t>
      </w:r>
      <w:r>
        <w:fldChar w:fldCharType="end"/>
      </w:r>
      <w:bookmarkEnd w:id="8"/>
    </w:p>
    <w:p w14:paraId="34A01DDD" w14:textId="77777777" w:rsidR="00E85637" w:rsidRDefault="00E85637"/>
    <w:p w14:paraId="7DA66612" w14:textId="77777777" w:rsidR="00E85637" w:rsidRDefault="00E85637"/>
    <w:p w14:paraId="3ECFB343" w14:textId="77777777" w:rsidR="0099407C" w:rsidRDefault="00B7608B">
      <w:pPr>
        <w:rPr>
          <w:noProof/>
        </w:rPr>
      </w:pPr>
      <w:r>
        <w:fldChar w:fldCharType="begin">
          <w:ffData>
            <w:name w:val=""/>
            <w:enabled/>
            <w:calcOnExit w:val="0"/>
            <w:helpText w:type="text" w:val="Sisestage siia lisa(d.&#10;&#10;Näiteks: Lisa: 4 lehel 1 eks&#10;&#10;Seejärel liikuge Tab klahviga järgmisele väljale."/>
            <w:statusText w:type="text" w:val="Sisestage siia lisa(d)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99407C">
        <w:rPr>
          <w:noProof/>
        </w:rPr>
        <w:t xml:space="preserve">Lisa: Asukohaplaan. </w:t>
      </w:r>
    </w:p>
    <w:p w14:paraId="73A6C8FB" w14:textId="24968DEE" w:rsidR="00E85637" w:rsidRDefault="0099407C">
      <w:r>
        <w:rPr>
          <w:noProof/>
        </w:rPr>
        <w:t>Volitus</w:t>
      </w:r>
      <w:r w:rsidR="00B7608B">
        <w:fldChar w:fldCharType="end"/>
      </w:r>
    </w:p>
    <w:p w14:paraId="60793C8B" w14:textId="77777777" w:rsidR="00E85637" w:rsidRDefault="00E85637"/>
    <w:p w14:paraId="261487F9" w14:textId="77777777" w:rsidR="00E85637" w:rsidRDefault="00E85637"/>
    <w:p w14:paraId="7CB12F60" w14:textId="5FB59FA1" w:rsidR="00E85637" w:rsidRDefault="00B7608B">
      <w:r>
        <w:fldChar w:fldCharType="begin">
          <w:ffData>
            <w:name w:val="Text28"/>
            <w:enabled/>
            <w:calcOnExit w:val="0"/>
            <w:helpText w:type="text" w:val="Sisestage siia lisaardressaat (-did).&#10;&#10;Näiteks: Sama: Rapla Maavalitsus (rapla@maavalitsus.ee)&#10;&#10;Seejärel liikuge Tab klahviga järgmisele väljale."/>
            <w:statusText w:type="text" w:val="Sisestage siia lisaardressaat (-did) (vt F1)"/>
            <w:textInput/>
          </w:ffData>
        </w:fldChar>
      </w:r>
      <w:bookmarkStart w:id="9" w:name="Text28"/>
      <w:r>
        <w:instrText xml:space="preserve"> FORMTEXT </w:instrText>
      </w:r>
      <w:r>
        <w:fldChar w:fldCharType="separate"/>
      </w:r>
      <w:r w:rsidR="007E53E8">
        <w:t>Harti Paimets</w:t>
      </w:r>
      <w:r>
        <w:fldChar w:fldCharType="end"/>
      </w:r>
      <w:bookmarkEnd w:id="9"/>
    </w:p>
    <w:p w14:paraId="34736080" w14:textId="77777777" w:rsidR="00E85637" w:rsidRDefault="00E85637"/>
    <w:p w14:paraId="4949D442" w14:textId="77777777" w:rsidR="00E85637" w:rsidRDefault="00E85637"/>
    <w:p w14:paraId="3060C5F0" w14:textId="2A386B51" w:rsidR="00E85637" w:rsidRDefault="0015432F">
      <w:r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>
        <w:instrText xml:space="preserve"> FORMTEXT </w:instrText>
      </w:r>
      <w:r>
        <w:fldChar w:fldCharType="separate"/>
      </w:r>
      <w:r w:rsidR="007E53E8">
        <w:rPr>
          <w:noProof/>
        </w:rPr>
        <w:t>5036358</w:t>
      </w:r>
      <w:r>
        <w:fldChar w:fldCharType="end"/>
      </w:r>
    </w:p>
    <w:p w14:paraId="0B96597D" w14:textId="427637A8" w:rsidR="00356C40" w:rsidRDefault="00B7608B">
      <w:r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10" w:name="Text29"/>
      <w:r>
        <w:instrText xml:space="preserve"> FORMTEXT </w:instrText>
      </w:r>
      <w:r>
        <w:fldChar w:fldCharType="separate"/>
      </w:r>
      <w:r w:rsidR="007E53E8">
        <w:rPr>
          <w:noProof/>
        </w:rPr>
        <w:t>harti.paimets@rmk.ee</w:t>
      </w:r>
      <w:r>
        <w:fldChar w:fldCharType="end"/>
      </w:r>
      <w:bookmarkEnd w:id="10"/>
      <w:r w:rsidR="00A9445B">
        <w:t xml:space="preserve"> </w:t>
      </w:r>
    </w:p>
    <w:sectPr w:rsidR="00356C40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0FE7C" w14:textId="77777777" w:rsidR="00DA2673" w:rsidRDefault="00DA2673">
      <w:r>
        <w:separator/>
      </w:r>
    </w:p>
  </w:endnote>
  <w:endnote w:type="continuationSeparator" w:id="0">
    <w:p w14:paraId="75C9FF3C" w14:textId="77777777" w:rsidR="00DA2673" w:rsidRDefault="00DA2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4FF4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BC521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82748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AE24D" w14:textId="77777777" w:rsidR="00DA2673" w:rsidRDefault="00DA2673">
      <w:r>
        <w:separator/>
      </w:r>
    </w:p>
  </w:footnote>
  <w:footnote w:type="continuationSeparator" w:id="0">
    <w:p w14:paraId="31D90902" w14:textId="77777777" w:rsidR="00DA2673" w:rsidRDefault="00DA2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0625F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87A2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C61C7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1D703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6A7D0C74"/>
    <w:multiLevelType w:val="hybridMultilevel"/>
    <w:tmpl w:val="244AA8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213634">
    <w:abstractNumId w:val="0"/>
  </w:num>
  <w:num w:numId="2" w16cid:durableId="1368919193">
    <w:abstractNumId w:val="1"/>
  </w:num>
  <w:num w:numId="3" w16cid:durableId="42861967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220"/>
    <w:rsid w:val="00057FC6"/>
    <w:rsid w:val="000A3B41"/>
    <w:rsid w:val="000D31BC"/>
    <w:rsid w:val="0015432F"/>
    <w:rsid w:val="00187A2D"/>
    <w:rsid w:val="001956F4"/>
    <w:rsid w:val="001D139F"/>
    <w:rsid w:val="001E574A"/>
    <w:rsid w:val="00231DFB"/>
    <w:rsid w:val="0025304B"/>
    <w:rsid w:val="002578BE"/>
    <w:rsid w:val="002C1220"/>
    <w:rsid w:val="00323D8B"/>
    <w:rsid w:val="00326150"/>
    <w:rsid w:val="00356C40"/>
    <w:rsid w:val="003776A6"/>
    <w:rsid w:val="003A08B0"/>
    <w:rsid w:val="003C79F5"/>
    <w:rsid w:val="00436506"/>
    <w:rsid w:val="00491E34"/>
    <w:rsid w:val="004C26F2"/>
    <w:rsid w:val="0054563C"/>
    <w:rsid w:val="00675645"/>
    <w:rsid w:val="00704BBF"/>
    <w:rsid w:val="007B7275"/>
    <w:rsid w:val="007E0D20"/>
    <w:rsid w:val="007E53E8"/>
    <w:rsid w:val="007F482F"/>
    <w:rsid w:val="007F68A8"/>
    <w:rsid w:val="00840427"/>
    <w:rsid w:val="00845FCB"/>
    <w:rsid w:val="008B1038"/>
    <w:rsid w:val="008C0A3A"/>
    <w:rsid w:val="009041A8"/>
    <w:rsid w:val="00924E24"/>
    <w:rsid w:val="00943E82"/>
    <w:rsid w:val="00987734"/>
    <w:rsid w:val="0099407C"/>
    <w:rsid w:val="009C5940"/>
    <w:rsid w:val="009D3F3A"/>
    <w:rsid w:val="00A74177"/>
    <w:rsid w:val="00A9445B"/>
    <w:rsid w:val="00AA6DA9"/>
    <w:rsid w:val="00AE04E2"/>
    <w:rsid w:val="00B7608B"/>
    <w:rsid w:val="00BA4629"/>
    <w:rsid w:val="00BF0803"/>
    <w:rsid w:val="00C32B5E"/>
    <w:rsid w:val="00C52479"/>
    <w:rsid w:val="00C67247"/>
    <w:rsid w:val="00CE3F24"/>
    <w:rsid w:val="00CF0857"/>
    <w:rsid w:val="00DA2673"/>
    <w:rsid w:val="00E31470"/>
    <w:rsid w:val="00E85637"/>
    <w:rsid w:val="00EC5BAE"/>
    <w:rsid w:val="00F04FCF"/>
    <w:rsid w:val="00F9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BB52D3"/>
  <w15:docId w15:val="{1429F839-4D15-4221-895E-B9E33BCBF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paragraph" w:styleId="Loendilik">
    <w:name w:val="List Paragraph"/>
    <w:basedOn w:val="Normaallaad"/>
    <w:uiPriority w:val="34"/>
    <w:qFormat/>
    <w:rsid w:val="00323D8B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99407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9940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tip\Downloads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67</TotalTime>
  <Pages>2</Pages>
  <Words>231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1569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Harti Paimets</dc:creator>
  <dc:description>Ver 6.0, 11.2018</dc:description>
  <cp:lastModifiedBy>Harti Paimets</cp:lastModifiedBy>
  <cp:revision>5</cp:revision>
  <cp:lastPrinted>2014-04-01T12:05:00Z</cp:lastPrinted>
  <dcterms:created xsi:type="dcterms:W3CDTF">2024-06-22T10:01:00Z</dcterms:created>
  <dcterms:modified xsi:type="dcterms:W3CDTF">2024-06-22T12:48:00Z</dcterms:modified>
</cp:coreProperties>
</file>